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90ADE" w14:textId="398E8470" w:rsidR="00B176D7" w:rsidRDefault="00B176D7" w:rsidP="00962798">
      <w:pPr>
        <w:rPr>
          <w:rFonts w:ascii="Times New Roman" w:hAnsi="Times New Roman" w:cs="Times New Roman"/>
        </w:rPr>
      </w:pPr>
    </w:p>
    <w:p w14:paraId="31D685DF" w14:textId="53C158F3" w:rsidR="007933EE" w:rsidRDefault="007933EE" w:rsidP="00962798">
      <w:pPr>
        <w:rPr>
          <w:rFonts w:ascii="Times New Roman" w:hAnsi="Times New Roman" w:cs="Times New Roman"/>
        </w:rPr>
      </w:pPr>
    </w:p>
    <w:p w14:paraId="1DE549AB" w14:textId="77777777" w:rsidR="00120520" w:rsidRDefault="0096353E" w:rsidP="009627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Lp</w:t>
      </w:r>
      <w:r w:rsidR="0014063E">
        <w:rPr>
          <w:rFonts w:ascii="Times New Roman" w:hAnsi="Times New Roman" w:cs="Times New Roman"/>
        </w:rPr>
        <w:t xml:space="preserve"> </w:t>
      </w:r>
      <w:r w:rsidR="00120520">
        <w:rPr>
          <w:rFonts w:ascii="Times New Roman" w:hAnsi="Times New Roman" w:cs="Times New Roman"/>
        </w:rPr>
        <w:t>Merike Joonsaar</w:t>
      </w:r>
    </w:p>
    <w:p w14:paraId="3022A477" w14:textId="1080CD8F" w:rsidR="00962798" w:rsidRPr="002408B4" w:rsidRDefault="00120520" w:rsidP="009627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Transpordiamet</w:t>
      </w:r>
      <w:r w:rsidR="006F0FEF" w:rsidRPr="006F0FEF">
        <w:rPr>
          <w:rFonts w:ascii="Times New Roman" w:hAnsi="Times New Roman" w:cs="Times New Roman"/>
        </w:rPr>
        <w:t xml:space="preserve"> </w:t>
      </w:r>
      <w:r w:rsidR="006F0FEF">
        <w:rPr>
          <w:rFonts w:ascii="Times New Roman" w:hAnsi="Times New Roman" w:cs="Times New Roman"/>
        </w:rPr>
        <w:tab/>
      </w:r>
      <w:r w:rsidR="006F0FEF">
        <w:rPr>
          <w:rFonts w:ascii="Times New Roman" w:hAnsi="Times New Roman" w:cs="Times New Roman"/>
        </w:rPr>
        <w:tab/>
      </w:r>
      <w:r w:rsidR="006F0FEF">
        <w:rPr>
          <w:rFonts w:ascii="Times New Roman" w:hAnsi="Times New Roman" w:cs="Times New Roman"/>
        </w:rPr>
        <w:tab/>
      </w:r>
      <w:r w:rsidR="006F0FEF">
        <w:rPr>
          <w:rFonts w:ascii="Times New Roman" w:hAnsi="Times New Roman" w:cs="Times New Roman"/>
        </w:rPr>
        <w:tab/>
      </w:r>
      <w:r w:rsidR="006F0FEF">
        <w:rPr>
          <w:rFonts w:ascii="Times New Roman" w:hAnsi="Times New Roman" w:cs="Times New Roman"/>
        </w:rPr>
        <w:tab/>
        <w:t>Meie: 22.10.2025 nr 7-6/</w:t>
      </w:r>
      <w:r w:rsidR="00B20E6E">
        <w:rPr>
          <w:rFonts w:ascii="Times New Roman" w:hAnsi="Times New Roman" w:cs="Times New Roman"/>
        </w:rPr>
        <w:t>183-1</w:t>
      </w:r>
      <w:r w:rsidR="000A75A1">
        <w:rPr>
          <w:rFonts w:ascii="Times New Roman" w:hAnsi="Times New Roman" w:cs="Times New Roman"/>
        </w:rPr>
        <w:tab/>
      </w:r>
      <w:r w:rsidR="00962798">
        <w:rPr>
          <w:rFonts w:ascii="Times New Roman" w:hAnsi="Times New Roman" w:cs="Times New Roman"/>
        </w:rPr>
        <w:tab/>
      </w:r>
      <w:r w:rsidR="00962798">
        <w:rPr>
          <w:rFonts w:ascii="Times New Roman" w:hAnsi="Times New Roman" w:cs="Times New Roman"/>
        </w:rPr>
        <w:tab/>
      </w:r>
      <w:r w:rsidR="00962798">
        <w:rPr>
          <w:rFonts w:ascii="Times New Roman" w:hAnsi="Times New Roman" w:cs="Times New Roman"/>
        </w:rPr>
        <w:tab/>
        <w:t xml:space="preserve">       </w:t>
      </w:r>
      <w:r w:rsidR="00631BAF">
        <w:rPr>
          <w:rFonts w:ascii="Times New Roman" w:hAnsi="Times New Roman" w:cs="Times New Roman"/>
        </w:rPr>
        <w:tab/>
      </w:r>
      <w:r w:rsidR="00631BAF">
        <w:rPr>
          <w:rFonts w:ascii="Times New Roman" w:hAnsi="Times New Roman" w:cs="Times New Roman"/>
        </w:rPr>
        <w:tab/>
      </w:r>
      <w:r w:rsidR="00962798">
        <w:rPr>
          <w:rFonts w:ascii="Times New Roman" w:hAnsi="Times New Roman" w:cs="Times New Roman"/>
        </w:rPr>
        <w:t xml:space="preserve"> </w:t>
      </w:r>
    </w:p>
    <w:p w14:paraId="3C0C3D73" w14:textId="755408D8" w:rsidR="00962798" w:rsidRPr="002408B4" w:rsidRDefault="00631BAF" w:rsidP="009627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655959">
        <w:rPr>
          <w:rFonts w:ascii="Times New Roman" w:hAnsi="Times New Roman" w:cs="Times New Roman"/>
        </w:rPr>
        <w:tab/>
      </w:r>
      <w:r w:rsidR="00D53D6E">
        <w:rPr>
          <w:rFonts w:ascii="Times New Roman" w:hAnsi="Times New Roman" w:cs="Times New Roman"/>
        </w:rPr>
        <w:t xml:space="preserve"> </w:t>
      </w:r>
      <w:r w:rsidR="001A55D6">
        <w:rPr>
          <w:rFonts w:ascii="Times New Roman" w:hAnsi="Times New Roman" w:cs="Times New Roman"/>
        </w:rPr>
        <w:tab/>
      </w:r>
      <w:r w:rsidR="005507E3">
        <w:rPr>
          <w:rFonts w:ascii="Times New Roman" w:hAnsi="Times New Roman" w:cs="Times New Roman"/>
        </w:rPr>
        <w:tab/>
      </w:r>
      <w:r w:rsidR="005507E3">
        <w:rPr>
          <w:rFonts w:ascii="Times New Roman" w:hAnsi="Times New Roman" w:cs="Times New Roman"/>
        </w:rPr>
        <w:tab/>
      </w:r>
      <w:r w:rsidR="005507E3">
        <w:rPr>
          <w:rFonts w:ascii="Times New Roman" w:hAnsi="Times New Roman" w:cs="Times New Roman"/>
        </w:rPr>
        <w:tab/>
      </w:r>
      <w:r w:rsidR="001A55D6">
        <w:rPr>
          <w:rFonts w:ascii="Times New Roman" w:hAnsi="Times New Roman" w:cs="Times New Roman"/>
        </w:rPr>
        <w:t xml:space="preserve"> </w:t>
      </w:r>
      <w:r w:rsidR="0014063E">
        <w:rPr>
          <w:rFonts w:ascii="Times New Roman" w:hAnsi="Times New Roman" w:cs="Times New Roman"/>
        </w:rPr>
        <w:tab/>
      </w:r>
    </w:p>
    <w:p w14:paraId="3C9E44E9" w14:textId="3281B46A" w:rsidR="00962798" w:rsidRDefault="00962798" w:rsidP="00962798">
      <w:pPr>
        <w:rPr>
          <w:rFonts w:ascii="Times New Roman" w:hAnsi="Times New Roman" w:cs="Times New Roman"/>
          <w:b/>
        </w:rPr>
      </w:pPr>
    </w:p>
    <w:p w14:paraId="2FD9187A" w14:textId="0114E269" w:rsidR="00485400" w:rsidRDefault="006F0FEF" w:rsidP="00962798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Taotlus </w:t>
      </w:r>
      <w:r w:rsidR="00485400">
        <w:rPr>
          <w:rFonts w:ascii="Times New Roman" w:hAnsi="Times New Roman" w:cs="Times New Roman"/>
          <w:b/>
        </w:rPr>
        <w:t xml:space="preserve">uue </w:t>
      </w:r>
      <w:r w:rsidR="00571789">
        <w:rPr>
          <w:rFonts w:ascii="Times New Roman" w:hAnsi="Times New Roman" w:cs="Times New Roman"/>
          <w:b/>
        </w:rPr>
        <w:t xml:space="preserve">tee </w:t>
      </w:r>
      <w:r w:rsidR="00485400">
        <w:rPr>
          <w:rFonts w:ascii="Times New Roman" w:hAnsi="Times New Roman" w:cs="Times New Roman"/>
          <w:b/>
        </w:rPr>
        <w:t>projekteerimiseks</w:t>
      </w:r>
      <w:r w:rsidR="00874A15">
        <w:rPr>
          <w:rFonts w:ascii="Times New Roman" w:hAnsi="Times New Roman" w:cs="Times New Roman"/>
          <w:b/>
        </w:rPr>
        <w:t xml:space="preserve"> </w:t>
      </w:r>
      <w:r w:rsidR="008308A8">
        <w:rPr>
          <w:rFonts w:ascii="Times New Roman" w:hAnsi="Times New Roman" w:cs="Times New Roman"/>
          <w:b/>
        </w:rPr>
        <w:t>(Uusküla, Alutaguse vald)</w:t>
      </w:r>
    </w:p>
    <w:p w14:paraId="51DA7803" w14:textId="77777777" w:rsidR="00D52AF3" w:rsidRDefault="00D52AF3" w:rsidP="00962798">
      <w:pPr>
        <w:jc w:val="both"/>
        <w:rPr>
          <w:rFonts w:ascii="Times New Roman" w:hAnsi="Times New Roman" w:cs="Times New Roman"/>
          <w:b/>
        </w:rPr>
      </w:pPr>
    </w:p>
    <w:p w14:paraId="521C0547" w14:textId="77777777" w:rsidR="00485400" w:rsidRDefault="00485400" w:rsidP="00962798">
      <w:pPr>
        <w:jc w:val="both"/>
        <w:rPr>
          <w:rFonts w:ascii="Times New Roman" w:hAnsi="Times New Roman" w:cs="Times New Roman"/>
          <w:b/>
        </w:rPr>
      </w:pPr>
    </w:p>
    <w:p w14:paraId="69447C23" w14:textId="157FD857" w:rsidR="006F22F0" w:rsidRDefault="0081051C" w:rsidP="0081051C">
      <w:pPr>
        <w:jc w:val="both"/>
        <w:rPr>
          <w:rFonts w:ascii="Times New Roman" w:hAnsi="Times New Roman" w:cs="Times New Roman"/>
        </w:rPr>
      </w:pPr>
      <w:r w:rsidRPr="00DD4A51">
        <w:rPr>
          <w:rFonts w:ascii="Times New Roman" w:hAnsi="Times New Roman" w:cs="Times New Roman"/>
        </w:rPr>
        <w:t>Alutaguse valla</w:t>
      </w:r>
      <w:r>
        <w:rPr>
          <w:rFonts w:ascii="Times New Roman" w:hAnsi="Times New Roman" w:cs="Times New Roman"/>
        </w:rPr>
        <w:t>s</w:t>
      </w:r>
      <w:r w:rsidR="00D52AF3">
        <w:rPr>
          <w:rFonts w:ascii="Times New Roman" w:hAnsi="Times New Roman" w:cs="Times New Roman"/>
        </w:rPr>
        <w:t xml:space="preserve"> </w:t>
      </w:r>
      <w:r w:rsidR="005B3138">
        <w:rPr>
          <w:rFonts w:ascii="Times New Roman" w:hAnsi="Times New Roman" w:cs="Times New Roman"/>
        </w:rPr>
        <w:t xml:space="preserve">Uuskülas puudub ametlik </w:t>
      </w:r>
      <w:r w:rsidR="00D0163F">
        <w:rPr>
          <w:rFonts w:ascii="Times New Roman" w:hAnsi="Times New Roman" w:cs="Times New Roman"/>
        </w:rPr>
        <w:t>teeregistrisse kantud tee, mis tagaks juurdepääsu</w:t>
      </w:r>
      <w:r w:rsidR="0014014C">
        <w:rPr>
          <w:rFonts w:ascii="Times New Roman" w:hAnsi="Times New Roman" w:cs="Times New Roman"/>
        </w:rPr>
        <w:t xml:space="preserve"> 13111 Kauksi-Vasknarva teelt </w:t>
      </w:r>
      <w:r w:rsidR="008F704B">
        <w:rPr>
          <w:rFonts w:ascii="Times New Roman" w:hAnsi="Times New Roman" w:cs="Times New Roman"/>
        </w:rPr>
        <w:t xml:space="preserve">valla omandis olevatele </w:t>
      </w:r>
      <w:r w:rsidR="00240ACB">
        <w:rPr>
          <w:rFonts w:ascii="Times New Roman" w:hAnsi="Times New Roman" w:cs="Times New Roman"/>
        </w:rPr>
        <w:t xml:space="preserve">Tanuma </w:t>
      </w:r>
      <w:proofErr w:type="spellStart"/>
      <w:r w:rsidR="00240ACB">
        <w:rPr>
          <w:rFonts w:ascii="Times New Roman" w:hAnsi="Times New Roman" w:cs="Times New Roman"/>
        </w:rPr>
        <w:t>kü</w:t>
      </w:r>
      <w:proofErr w:type="spellEnd"/>
      <w:r w:rsidR="00240ACB">
        <w:rPr>
          <w:rFonts w:ascii="Times New Roman" w:hAnsi="Times New Roman" w:cs="Times New Roman"/>
        </w:rPr>
        <w:t xml:space="preserve"> </w:t>
      </w:r>
      <w:r w:rsidR="00327DC1">
        <w:rPr>
          <w:rFonts w:ascii="Times New Roman" w:hAnsi="Times New Roman" w:cs="Times New Roman"/>
        </w:rPr>
        <w:t xml:space="preserve">12201:001:0745 ja Hermani </w:t>
      </w:r>
      <w:proofErr w:type="spellStart"/>
      <w:r w:rsidR="00327DC1">
        <w:rPr>
          <w:rFonts w:ascii="Times New Roman" w:hAnsi="Times New Roman" w:cs="Times New Roman"/>
        </w:rPr>
        <w:t>kü</w:t>
      </w:r>
      <w:proofErr w:type="spellEnd"/>
      <w:r w:rsidR="00327DC1">
        <w:rPr>
          <w:rFonts w:ascii="Times New Roman" w:hAnsi="Times New Roman" w:cs="Times New Roman"/>
        </w:rPr>
        <w:t xml:space="preserve"> 13001:001:0044 </w:t>
      </w:r>
      <w:r w:rsidR="00EB1B8F">
        <w:rPr>
          <w:rFonts w:ascii="Times New Roman" w:hAnsi="Times New Roman" w:cs="Times New Roman"/>
        </w:rPr>
        <w:t xml:space="preserve">ning juurdepääsu </w:t>
      </w:r>
      <w:r w:rsidR="00751298">
        <w:rPr>
          <w:rFonts w:ascii="Times New Roman" w:hAnsi="Times New Roman" w:cs="Times New Roman"/>
        </w:rPr>
        <w:t xml:space="preserve">Peipsi järve kallasrajale. </w:t>
      </w:r>
      <w:r w:rsidR="00ED0ED5">
        <w:rPr>
          <w:rFonts w:ascii="Times New Roman" w:hAnsi="Times New Roman" w:cs="Times New Roman"/>
        </w:rPr>
        <w:t>E</w:t>
      </w:r>
      <w:r w:rsidR="008F704B">
        <w:rPr>
          <w:rFonts w:ascii="Times New Roman" w:hAnsi="Times New Roman" w:cs="Times New Roman"/>
        </w:rPr>
        <w:t>raomandis olevate</w:t>
      </w:r>
      <w:r w:rsidR="00BC3377">
        <w:rPr>
          <w:rFonts w:ascii="Times New Roman" w:hAnsi="Times New Roman" w:cs="Times New Roman"/>
        </w:rPr>
        <w:t xml:space="preserve"> kinnisasjade omanikud </w:t>
      </w:r>
      <w:r w:rsidR="00342688">
        <w:rPr>
          <w:rFonts w:ascii="Times New Roman" w:hAnsi="Times New Roman" w:cs="Times New Roman"/>
        </w:rPr>
        <w:t>kasutavad juurdepääsu</w:t>
      </w:r>
      <w:r w:rsidR="00E8470D">
        <w:rPr>
          <w:rFonts w:ascii="Times New Roman" w:hAnsi="Times New Roman" w:cs="Times New Roman"/>
        </w:rPr>
        <w:t>na</w:t>
      </w:r>
      <w:r w:rsidR="00342688">
        <w:rPr>
          <w:rFonts w:ascii="Times New Roman" w:hAnsi="Times New Roman" w:cs="Times New Roman"/>
        </w:rPr>
        <w:t xml:space="preserve"> liikluspinna</w:t>
      </w:r>
      <w:r w:rsidR="00C65641">
        <w:rPr>
          <w:rFonts w:ascii="Times New Roman" w:hAnsi="Times New Roman" w:cs="Times New Roman"/>
        </w:rPr>
        <w:t xml:space="preserve">ks </w:t>
      </w:r>
      <w:r w:rsidR="009453A9">
        <w:rPr>
          <w:rFonts w:ascii="Times New Roman" w:hAnsi="Times New Roman" w:cs="Times New Roman"/>
        </w:rPr>
        <w:t>määratud Vinkli teed</w:t>
      </w:r>
      <w:r w:rsidR="00F42D31">
        <w:rPr>
          <w:rFonts w:ascii="Times New Roman" w:hAnsi="Times New Roman" w:cs="Times New Roman"/>
        </w:rPr>
        <w:t xml:space="preserve"> (pinnastee).</w:t>
      </w:r>
      <w:r w:rsidR="000E5263">
        <w:rPr>
          <w:rFonts w:ascii="Times New Roman" w:hAnsi="Times New Roman" w:cs="Times New Roman"/>
        </w:rPr>
        <w:t xml:space="preserve"> Pärast uue tee ehitamist </w:t>
      </w:r>
      <w:r w:rsidR="00365D7D">
        <w:rPr>
          <w:rFonts w:ascii="Times New Roman" w:hAnsi="Times New Roman" w:cs="Times New Roman"/>
        </w:rPr>
        <w:t>kantakse tee teeregistrisse ja kohanimeregistrisse kantud liikluspin</w:t>
      </w:r>
      <w:r w:rsidR="00203459">
        <w:rPr>
          <w:rFonts w:ascii="Times New Roman" w:hAnsi="Times New Roman" w:cs="Times New Roman"/>
        </w:rPr>
        <w:t xml:space="preserve">na Vinkli tee </w:t>
      </w:r>
      <w:r w:rsidR="00365D7D">
        <w:rPr>
          <w:rFonts w:ascii="Times New Roman" w:hAnsi="Times New Roman" w:cs="Times New Roman"/>
        </w:rPr>
        <w:t xml:space="preserve"> ruumikuju korrastatakse.</w:t>
      </w:r>
      <w:r w:rsidR="00203459">
        <w:rPr>
          <w:rFonts w:ascii="Times New Roman" w:hAnsi="Times New Roman" w:cs="Times New Roman"/>
        </w:rPr>
        <w:t xml:space="preserve"> </w:t>
      </w:r>
      <w:r w:rsidR="004F3880">
        <w:rPr>
          <w:rFonts w:ascii="Times New Roman" w:hAnsi="Times New Roman" w:cs="Times New Roman"/>
        </w:rPr>
        <w:t xml:space="preserve">Uus tee tagab avaliku juurdepääsu </w:t>
      </w:r>
      <w:r w:rsidR="000C491D">
        <w:rPr>
          <w:rFonts w:ascii="Times New Roman" w:hAnsi="Times New Roman" w:cs="Times New Roman"/>
        </w:rPr>
        <w:t>pinnasteed kasutatavatele maaomanikele.</w:t>
      </w:r>
      <w:r w:rsidR="00FC484C">
        <w:rPr>
          <w:rFonts w:ascii="Times New Roman" w:hAnsi="Times New Roman" w:cs="Times New Roman"/>
        </w:rPr>
        <w:t xml:space="preserve"> </w:t>
      </w:r>
    </w:p>
    <w:p w14:paraId="2B36488B" w14:textId="01BDCBEA" w:rsidR="00F42D31" w:rsidRDefault="00F42D31" w:rsidP="0081051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3F7435B8" w14:textId="36FB2C10" w:rsidR="00A90507" w:rsidRDefault="00EC7EC3" w:rsidP="00962798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Piirkonnas on Alajõe</w:t>
      </w:r>
      <w:r w:rsidR="006F22F0">
        <w:rPr>
          <w:rFonts w:ascii="Times New Roman" w:hAnsi="Times New Roman" w:cs="Times New Roman"/>
        </w:rPr>
        <w:t xml:space="preserve"> Vallavolikogu 11.12.2014 otsuseg</w:t>
      </w:r>
      <w:r w:rsidR="00F25581">
        <w:rPr>
          <w:rFonts w:ascii="Times New Roman" w:hAnsi="Times New Roman" w:cs="Times New Roman"/>
        </w:rPr>
        <w:t>a</w:t>
      </w:r>
      <w:r w:rsidR="006F22F0">
        <w:rPr>
          <w:rFonts w:ascii="Times New Roman" w:hAnsi="Times New Roman" w:cs="Times New Roman"/>
        </w:rPr>
        <w:t xml:space="preserve"> nr 60 </w:t>
      </w:r>
      <w:r w:rsidR="00204ED6">
        <w:rPr>
          <w:rFonts w:ascii="Times New Roman" w:hAnsi="Times New Roman" w:cs="Times New Roman"/>
        </w:rPr>
        <w:t>kehtestatud Kotka kinnistu detailplaneering</w:t>
      </w:r>
      <w:r w:rsidR="00704233">
        <w:rPr>
          <w:rFonts w:ascii="Times New Roman" w:hAnsi="Times New Roman" w:cs="Times New Roman"/>
        </w:rPr>
        <w:t>, millega on moodustatud eraldi transpordimaa katastriüksus</w:t>
      </w:r>
      <w:r w:rsidR="00D1634E">
        <w:rPr>
          <w:rFonts w:ascii="Times New Roman" w:hAnsi="Times New Roman" w:cs="Times New Roman"/>
        </w:rPr>
        <w:t xml:space="preserve"> 12201:001:</w:t>
      </w:r>
      <w:r w:rsidR="00953331">
        <w:rPr>
          <w:rFonts w:ascii="Times New Roman" w:hAnsi="Times New Roman" w:cs="Times New Roman"/>
        </w:rPr>
        <w:t xml:space="preserve">1115, millel puudub </w:t>
      </w:r>
      <w:r w:rsidR="003A2881">
        <w:rPr>
          <w:rFonts w:ascii="Times New Roman" w:hAnsi="Times New Roman" w:cs="Times New Roman"/>
        </w:rPr>
        <w:t xml:space="preserve">samuti </w:t>
      </w:r>
      <w:r w:rsidR="004D2725">
        <w:rPr>
          <w:rFonts w:ascii="Times New Roman" w:hAnsi="Times New Roman" w:cs="Times New Roman"/>
        </w:rPr>
        <w:t>ühendus</w:t>
      </w:r>
      <w:r w:rsidR="0024001F">
        <w:rPr>
          <w:rFonts w:ascii="Times New Roman" w:hAnsi="Times New Roman" w:cs="Times New Roman"/>
        </w:rPr>
        <w:t xml:space="preserve"> </w:t>
      </w:r>
      <w:r w:rsidR="000C2288">
        <w:rPr>
          <w:rFonts w:ascii="Times New Roman" w:hAnsi="Times New Roman" w:cs="Times New Roman"/>
        </w:rPr>
        <w:t xml:space="preserve">riigimaanteega. Arvestades eelnevat, </w:t>
      </w:r>
      <w:r w:rsidR="0081051C" w:rsidRPr="00DD4A51">
        <w:rPr>
          <w:rFonts w:ascii="Times New Roman" w:hAnsi="Times New Roman" w:cs="Times New Roman"/>
        </w:rPr>
        <w:t xml:space="preserve">on </w:t>
      </w:r>
      <w:r w:rsidR="004B3954">
        <w:rPr>
          <w:rFonts w:ascii="Times New Roman" w:hAnsi="Times New Roman" w:cs="Times New Roman"/>
        </w:rPr>
        <w:t>vallavalitsus kaalunud uu</w:t>
      </w:r>
      <w:r w:rsidR="007702EE">
        <w:rPr>
          <w:rFonts w:ascii="Times New Roman" w:hAnsi="Times New Roman" w:cs="Times New Roman"/>
        </w:rPr>
        <w:t>s</w:t>
      </w:r>
      <w:r w:rsidR="004B3954">
        <w:rPr>
          <w:rFonts w:ascii="Times New Roman" w:hAnsi="Times New Roman" w:cs="Times New Roman"/>
        </w:rPr>
        <w:t xml:space="preserve"> tee</w:t>
      </w:r>
      <w:r w:rsidR="00CC7AF1">
        <w:rPr>
          <w:rFonts w:ascii="Times New Roman" w:hAnsi="Times New Roman" w:cs="Times New Roman"/>
        </w:rPr>
        <w:t xml:space="preserve"> asukoht siduda juba olemasoleva </w:t>
      </w:r>
      <w:r w:rsidR="00A371E8">
        <w:rPr>
          <w:rFonts w:ascii="Times New Roman" w:hAnsi="Times New Roman" w:cs="Times New Roman"/>
        </w:rPr>
        <w:t>DP alusel moodustatud transpordimaa koridoriga.</w:t>
      </w:r>
      <w:r w:rsidR="004B3954">
        <w:rPr>
          <w:rFonts w:ascii="Times New Roman" w:hAnsi="Times New Roman" w:cs="Times New Roman"/>
        </w:rPr>
        <w:t xml:space="preserve"> </w:t>
      </w:r>
      <w:r w:rsidR="0095181B">
        <w:rPr>
          <w:rFonts w:ascii="Times New Roman" w:hAnsi="Times New Roman" w:cs="Times New Roman"/>
        </w:rPr>
        <w:t xml:space="preserve">Uue tee ehitamiseks on vajalik </w:t>
      </w:r>
      <w:r w:rsidR="00BA7419">
        <w:rPr>
          <w:rFonts w:ascii="Times New Roman" w:hAnsi="Times New Roman" w:cs="Times New Roman"/>
        </w:rPr>
        <w:t xml:space="preserve">projekteerida terviklahendus koos </w:t>
      </w:r>
      <w:r w:rsidR="0008659D">
        <w:rPr>
          <w:rFonts w:ascii="Times New Roman" w:hAnsi="Times New Roman" w:cs="Times New Roman"/>
        </w:rPr>
        <w:t xml:space="preserve">riigimaanteelt </w:t>
      </w:r>
      <w:proofErr w:type="spellStart"/>
      <w:r w:rsidR="0008659D">
        <w:rPr>
          <w:rFonts w:ascii="Times New Roman" w:hAnsi="Times New Roman" w:cs="Times New Roman"/>
        </w:rPr>
        <w:t>mahasõiduga</w:t>
      </w:r>
      <w:proofErr w:type="spellEnd"/>
      <w:r w:rsidR="0008659D">
        <w:rPr>
          <w:rFonts w:ascii="Times New Roman" w:hAnsi="Times New Roman" w:cs="Times New Roman"/>
        </w:rPr>
        <w:t xml:space="preserve"> </w:t>
      </w:r>
      <w:r w:rsidR="00874A15">
        <w:rPr>
          <w:rFonts w:ascii="Times New Roman" w:hAnsi="Times New Roman" w:cs="Times New Roman"/>
        </w:rPr>
        <w:t>(uus ristmik).</w:t>
      </w:r>
      <w:r w:rsidR="0008659D">
        <w:rPr>
          <w:rFonts w:ascii="Times New Roman" w:hAnsi="Times New Roman" w:cs="Times New Roman"/>
        </w:rPr>
        <w:t xml:space="preserve"> </w:t>
      </w:r>
    </w:p>
    <w:p w14:paraId="2C47C2BA" w14:textId="5CB52212" w:rsidR="00616312" w:rsidRPr="00616312" w:rsidRDefault="00616312" w:rsidP="00616312">
      <w:pPr>
        <w:jc w:val="both"/>
        <w:rPr>
          <w:rFonts w:ascii="Times New Roman" w:hAnsi="Times New Roman" w:cs="Times New Roman"/>
          <w:bCs/>
        </w:rPr>
      </w:pPr>
      <w:r w:rsidRPr="00616312">
        <w:rPr>
          <w:rFonts w:ascii="Times New Roman" w:hAnsi="Times New Roman" w:cs="Times New Roman"/>
          <w:bCs/>
        </w:rPr>
        <w:t xml:space="preserve">Eeltoodust lähtuvalt soovime </w:t>
      </w:r>
      <w:r w:rsidR="006C1CB4">
        <w:rPr>
          <w:rFonts w:ascii="Times New Roman" w:hAnsi="Times New Roman" w:cs="Times New Roman"/>
          <w:bCs/>
        </w:rPr>
        <w:t>Transpordia</w:t>
      </w:r>
      <w:r w:rsidRPr="00616312">
        <w:rPr>
          <w:rFonts w:ascii="Times New Roman" w:hAnsi="Times New Roman" w:cs="Times New Roman"/>
          <w:bCs/>
        </w:rPr>
        <w:t xml:space="preserve">meti arvamust </w:t>
      </w:r>
      <w:r w:rsidR="006C1CB4">
        <w:rPr>
          <w:rFonts w:ascii="Times New Roman" w:hAnsi="Times New Roman" w:cs="Times New Roman"/>
          <w:bCs/>
        </w:rPr>
        <w:t>uue</w:t>
      </w:r>
      <w:r w:rsidRPr="00616312">
        <w:rPr>
          <w:rFonts w:ascii="Times New Roman" w:hAnsi="Times New Roman" w:cs="Times New Roman"/>
          <w:bCs/>
        </w:rPr>
        <w:t xml:space="preserve"> </w:t>
      </w:r>
      <w:r w:rsidR="00D726D8">
        <w:rPr>
          <w:rFonts w:ascii="Times New Roman" w:hAnsi="Times New Roman" w:cs="Times New Roman"/>
          <w:bCs/>
        </w:rPr>
        <w:t xml:space="preserve">kavandatava </w:t>
      </w:r>
      <w:r w:rsidRPr="00616312">
        <w:rPr>
          <w:rFonts w:ascii="Times New Roman" w:hAnsi="Times New Roman" w:cs="Times New Roman"/>
          <w:bCs/>
        </w:rPr>
        <w:t>tee</w:t>
      </w:r>
      <w:r w:rsidR="00D726D8">
        <w:rPr>
          <w:rFonts w:ascii="Times New Roman" w:hAnsi="Times New Roman" w:cs="Times New Roman"/>
          <w:bCs/>
        </w:rPr>
        <w:t xml:space="preserve"> (Kotka tee) as</w:t>
      </w:r>
      <w:r w:rsidRPr="00616312">
        <w:rPr>
          <w:rFonts w:ascii="Times New Roman" w:hAnsi="Times New Roman" w:cs="Times New Roman"/>
          <w:bCs/>
        </w:rPr>
        <w:t>ukoha</w:t>
      </w:r>
    </w:p>
    <w:p w14:paraId="683DAAAF" w14:textId="58062805" w:rsidR="00226A88" w:rsidRDefault="00616312" w:rsidP="00616312">
      <w:pPr>
        <w:jc w:val="both"/>
        <w:rPr>
          <w:rFonts w:ascii="Times New Roman" w:hAnsi="Times New Roman" w:cs="Times New Roman"/>
          <w:bCs/>
        </w:rPr>
      </w:pPr>
      <w:r w:rsidRPr="00616312">
        <w:rPr>
          <w:rFonts w:ascii="Times New Roman" w:hAnsi="Times New Roman" w:cs="Times New Roman"/>
          <w:bCs/>
        </w:rPr>
        <w:t>kohta ning tingimusi, millega tuleb arvestada tee-ehitusprojekti koostamisel.</w:t>
      </w:r>
    </w:p>
    <w:p w14:paraId="06368648" w14:textId="77777777" w:rsidR="00616312" w:rsidRPr="00616312" w:rsidRDefault="00616312" w:rsidP="00616312">
      <w:pPr>
        <w:jc w:val="both"/>
        <w:rPr>
          <w:rFonts w:ascii="Times New Roman" w:hAnsi="Times New Roman" w:cs="Times New Roman"/>
          <w:bCs/>
        </w:rPr>
      </w:pPr>
    </w:p>
    <w:p w14:paraId="20C9E96C" w14:textId="77777777" w:rsidR="0015309E" w:rsidRPr="00616312" w:rsidRDefault="0015309E" w:rsidP="00962798">
      <w:pPr>
        <w:jc w:val="both"/>
        <w:rPr>
          <w:rFonts w:ascii="Times New Roman" w:hAnsi="Times New Roman" w:cs="Times New Roman"/>
          <w:bCs/>
        </w:rPr>
      </w:pPr>
    </w:p>
    <w:p w14:paraId="4406A750" w14:textId="77777777" w:rsidR="007702EE" w:rsidRDefault="007702EE" w:rsidP="00962798">
      <w:pPr>
        <w:rPr>
          <w:rFonts w:ascii="Times New Roman" w:hAnsi="Times New Roman" w:cs="Times New Roman"/>
        </w:rPr>
      </w:pPr>
    </w:p>
    <w:p w14:paraId="185CA86E" w14:textId="19A758CE" w:rsidR="00E3305D" w:rsidRDefault="00962798" w:rsidP="00962798">
      <w:pPr>
        <w:rPr>
          <w:rFonts w:ascii="Times New Roman" w:hAnsi="Times New Roman" w:cs="Times New Roman"/>
        </w:rPr>
      </w:pPr>
      <w:r w:rsidRPr="002408B4">
        <w:rPr>
          <w:rFonts w:ascii="Times New Roman" w:hAnsi="Times New Roman" w:cs="Times New Roman"/>
        </w:rPr>
        <w:t>Lugupidamisega</w:t>
      </w:r>
    </w:p>
    <w:p w14:paraId="05845711" w14:textId="77777777" w:rsidR="00485400" w:rsidRDefault="00485400" w:rsidP="00962798">
      <w:pPr>
        <w:rPr>
          <w:rFonts w:ascii="Times New Roman" w:hAnsi="Times New Roman" w:cs="Times New Roman"/>
        </w:rPr>
      </w:pPr>
    </w:p>
    <w:p w14:paraId="260A6062" w14:textId="77777777" w:rsidR="00485400" w:rsidRDefault="00485400" w:rsidP="00962798">
      <w:pPr>
        <w:rPr>
          <w:rFonts w:ascii="Times New Roman" w:hAnsi="Times New Roman" w:cs="Times New Roman"/>
        </w:rPr>
      </w:pPr>
    </w:p>
    <w:p w14:paraId="35B652A3" w14:textId="77777777" w:rsidR="00D14C94" w:rsidRDefault="00D14C94" w:rsidP="00962798">
      <w:pPr>
        <w:rPr>
          <w:rFonts w:ascii="Times New Roman" w:hAnsi="Times New Roman" w:cs="Times New Roman"/>
        </w:rPr>
      </w:pPr>
    </w:p>
    <w:p w14:paraId="5C918A64" w14:textId="0B9303D8" w:rsidR="00C504F2" w:rsidRDefault="00D14C94" w:rsidP="00962798">
      <w:pPr>
        <w:rPr>
          <w:rFonts w:ascii="Times New Roman" w:hAnsi="Times New Roman" w:cs="Times New Roman"/>
        </w:rPr>
      </w:pPr>
      <w:r w:rsidRPr="00D14C94">
        <w:rPr>
          <w:rFonts w:ascii="Times New Roman" w:hAnsi="Times New Roman" w:cs="Times New Roman"/>
          <w:i/>
        </w:rPr>
        <w:t>/allkirjastatud digitaalselt/</w:t>
      </w:r>
    </w:p>
    <w:p w14:paraId="56770428" w14:textId="795C7B4E" w:rsidR="00471856" w:rsidRDefault="00590E7A" w:rsidP="009627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Tauno Võhmar</w:t>
      </w:r>
    </w:p>
    <w:p w14:paraId="3560C692" w14:textId="1CE86344" w:rsidR="00AC6247" w:rsidRDefault="00590E7A" w:rsidP="009627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Vallavanem</w:t>
      </w:r>
    </w:p>
    <w:p w14:paraId="26922330" w14:textId="77777777" w:rsidR="003A2881" w:rsidRDefault="003A2881" w:rsidP="00962798">
      <w:pPr>
        <w:rPr>
          <w:rFonts w:ascii="Times New Roman" w:hAnsi="Times New Roman" w:cs="Times New Roman"/>
        </w:rPr>
      </w:pPr>
    </w:p>
    <w:p w14:paraId="322A7B56" w14:textId="77777777" w:rsidR="003A2881" w:rsidRDefault="003A2881" w:rsidP="00962798">
      <w:pPr>
        <w:rPr>
          <w:rFonts w:ascii="Times New Roman" w:hAnsi="Times New Roman" w:cs="Times New Roman"/>
        </w:rPr>
      </w:pPr>
    </w:p>
    <w:p w14:paraId="488D6B3A" w14:textId="77777777" w:rsidR="003A2881" w:rsidRDefault="003A2881" w:rsidP="00962798">
      <w:pPr>
        <w:rPr>
          <w:rFonts w:ascii="Times New Roman" w:hAnsi="Times New Roman" w:cs="Times New Roman"/>
        </w:rPr>
      </w:pPr>
    </w:p>
    <w:p w14:paraId="57BACA7F" w14:textId="77777777" w:rsidR="003A2881" w:rsidRDefault="003A2881" w:rsidP="00962798">
      <w:pPr>
        <w:rPr>
          <w:rFonts w:ascii="Times New Roman" w:hAnsi="Times New Roman" w:cs="Times New Roman"/>
        </w:rPr>
      </w:pPr>
    </w:p>
    <w:p w14:paraId="3383F6A0" w14:textId="77777777" w:rsidR="003A2881" w:rsidRDefault="003A2881" w:rsidP="00962798">
      <w:pPr>
        <w:rPr>
          <w:rFonts w:ascii="Times New Roman" w:hAnsi="Times New Roman" w:cs="Times New Roman"/>
        </w:rPr>
      </w:pPr>
    </w:p>
    <w:p w14:paraId="585DDF8E" w14:textId="77777777" w:rsidR="003A2881" w:rsidRDefault="003A2881" w:rsidP="00962798">
      <w:pPr>
        <w:rPr>
          <w:rFonts w:ascii="Times New Roman" w:hAnsi="Times New Roman" w:cs="Times New Roman"/>
        </w:rPr>
      </w:pPr>
    </w:p>
    <w:p w14:paraId="1B5811E3" w14:textId="77777777" w:rsidR="003A2881" w:rsidRDefault="003A2881" w:rsidP="00962798">
      <w:pPr>
        <w:rPr>
          <w:rFonts w:ascii="Times New Roman" w:hAnsi="Times New Roman" w:cs="Times New Roman"/>
        </w:rPr>
      </w:pPr>
    </w:p>
    <w:p w14:paraId="6956F4BD" w14:textId="0CA8C1AC" w:rsidR="003A2881" w:rsidRPr="00906214" w:rsidRDefault="003A2881" w:rsidP="009627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Lisa</w:t>
      </w:r>
      <w:r w:rsidR="007702EE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: </w:t>
      </w:r>
      <w:r w:rsidR="00AD1B85">
        <w:rPr>
          <w:rFonts w:ascii="Times New Roman" w:hAnsi="Times New Roman" w:cs="Times New Roman"/>
        </w:rPr>
        <w:t>tee asukoht</w:t>
      </w:r>
    </w:p>
    <w:sectPr w:rsidR="003A2881" w:rsidRPr="00906214" w:rsidSect="00744F89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454" w:right="843" w:bottom="510" w:left="1701" w:header="62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AF6CC" w14:textId="77777777" w:rsidR="001F799F" w:rsidRDefault="001F799F" w:rsidP="00482722">
      <w:r>
        <w:separator/>
      </w:r>
    </w:p>
  </w:endnote>
  <w:endnote w:type="continuationSeparator" w:id="0">
    <w:p w14:paraId="26D0AAB5" w14:textId="77777777" w:rsidR="001F799F" w:rsidRDefault="001F799F" w:rsidP="00482722">
      <w:r>
        <w:continuationSeparator/>
      </w:r>
    </w:p>
  </w:endnote>
  <w:endnote w:type="continuationNotice" w:id="1">
    <w:p w14:paraId="422DA7F7" w14:textId="77777777" w:rsidR="001F799F" w:rsidRDefault="001F79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pectral">
    <w:altName w:val="Calibri"/>
    <w:charset w:val="00"/>
    <w:family w:val="auto"/>
    <w:pitch w:val="variable"/>
    <w:sig w:usb0="E000027F" w:usb1="4000E43B" w:usb2="00000000" w:usb3="00000000" w:csb0="00000197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4974758"/>
      <w:docPartObj>
        <w:docPartGallery w:val="Page Numbers (Bottom of Page)"/>
        <w:docPartUnique/>
      </w:docPartObj>
    </w:sdtPr>
    <w:sdtEndPr/>
    <w:sdtContent>
      <w:p w14:paraId="1643D6E0" w14:textId="77777777" w:rsidR="00962798" w:rsidRDefault="00962798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93A">
          <w:rPr>
            <w:noProof/>
          </w:rPr>
          <w:t>2</w:t>
        </w:r>
        <w:r>
          <w:fldChar w:fldCharType="end"/>
        </w:r>
      </w:p>
    </w:sdtContent>
  </w:sdt>
  <w:p w14:paraId="43970540" w14:textId="77777777" w:rsidR="00962798" w:rsidRDefault="0096279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E447C" w14:textId="77777777" w:rsidR="00962798" w:rsidRDefault="00962798" w:rsidP="00962798">
    <w:pPr>
      <w:pStyle w:val="Jalus"/>
      <w:tabs>
        <w:tab w:val="clear" w:pos="4680"/>
        <w:tab w:val="clear" w:pos="9360"/>
        <w:tab w:val="left" w:pos="1344"/>
      </w:tabs>
    </w:pPr>
    <w:r>
      <w:tab/>
    </w:r>
  </w:p>
  <w:tbl>
    <w:tblPr>
      <w:tblW w:w="0" w:type="auto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794"/>
      <w:gridCol w:w="3118"/>
      <w:gridCol w:w="2830"/>
    </w:tblGrid>
    <w:tr w:rsidR="00962798" w:rsidRPr="00EF1066" w14:paraId="72A45535" w14:textId="77777777" w:rsidTr="00EE159E">
      <w:trPr>
        <w:trHeight w:val="284"/>
      </w:trPr>
      <w:tc>
        <w:tcPr>
          <w:tcW w:w="3794" w:type="dxa"/>
        </w:tcPr>
        <w:p w14:paraId="2D360DD5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</w:p>
        <w:p w14:paraId="0DBD747B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>Tartu mnt 56 Iisaku alevik</w:t>
          </w:r>
        </w:p>
        <w:p w14:paraId="382A4CD4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>Alutaguse vald</w:t>
          </w:r>
        </w:p>
        <w:p w14:paraId="49D2390E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>41101 Ida-Virumaa</w:t>
          </w:r>
        </w:p>
      </w:tc>
      <w:tc>
        <w:tcPr>
          <w:tcW w:w="3118" w:type="dxa"/>
        </w:tcPr>
        <w:p w14:paraId="20E3B856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</w:p>
        <w:p w14:paraId="5B238472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>Tel:   3 366 901</w:t>
          </w:r>
        </w:p>
        <w:p w14:paraId="7C9CF502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 xml:space="preserve">E-post: </w:t>
          </w:r>
          <w:hyperlink r:id="rId1" w:history="1">
            <w:r w:rsidRPr="00EF1066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et-EE"/>
              </w:rPr>
              <w:t>info@alutagusevald.ee</w:t>
            </w:r>
          </w:hyperlink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 xml:space="preserve"> </w:t>
          </w:r>
        </w:p>
        <w:p w14:paraId="2C7047A3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</w:p>
      </w:tc>
      <w:tc>
        <w:tcPr>
          <w:tcW w:w="2830" w:type="dxa"/>
        </w:tcPr>
        <w:p w14:paraId="6A790012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</w:p>
        <w:p w14:paraId="3F0493CC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  <w:proofErr w:type="spellStart"/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>Reg</w:t>
          </w:r>
          <w:proofErr w:type="spellEnd"/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>. nr: 77000281</w:t>
          </w:r>
        </w:p>
        <w:p w14:paraId="2DA6CA1C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>a/a: EE882200221068420618 Swedbank</w:t>
          </w:r>
        </w:p>
      </w:tc>
    </w:tr>
  </w:tbl>
  <w:p w14:paraId="2565C592" w14:textId="77777777" w:rsidR="00A23642" w:rsidRDefault="00A23642" w:rsidP="00962798">
    <w:pPr>
      <w:pStyle w:val="Jalus"/>
      <w:tabs>
        <w:tab w:val="clear" w:pos="4680"/>
        <w:tab w:val="clear" w:pos="9360"/>
        <w:tab w:val="left" w:pos="134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D4891B" w14:textId="77777777" w:rsidR="001F799F" w:rsidRDefault="001F799F" w:rsidP="00482722">
      <w:r>
        <w:separator/>
      </w:r>
    </w:p>
  </w:footnote>
  <w:footnote w:type="continuationSeparator" w:id="0">
    <w:p w14:paraId="1CF5E5E6" w14:textId="77777777" w:rsidR="001F799F" w:rsidRDefault="001F799F" w:rsidP="00482722">
      <w:r>
        <w:continuationSeparator/>
      </w:r>
    </w:p>
  </w:footnote>
  <w:footnote w:type="continuationNotice" w:id="1">
    <w:p w14:paraId="204F5294" w14:textId="77777777" w:rsidR="001F799F" w:rsidRDefault="001F79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47F8" w14:textId="77777777" w:rsidR="00482722" w:rsidRDefault="00482722">
    <w:pPr>
      <w:pStyle w:val="Pis"/>
    </w:pP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3F88B" w14:textId="77777777" w:rsidR="00A23642" w:rsidRDefault="00962798">
    <w:pPr>
      <w:pStyle w:val="Pis"/>
    </w:pPr>
    <w:r>
      <w:rPr>
        <w:noProof/>
        <w:lang w:eastAsia="et-EE"/>
      </w:rPr>
      <w:drawing>
        <wp:inline distT="0" distB="0" distL="0" distR="0" wp14:anchorId="470546E6" wp14:editId="307DCFF4">
          <wp:extent cx="1798320" cy="615950"/>
          <wp:effectExtent l="0" t="0" r="0" b="0"/>
          <wp:docPr id="5" name="Pilt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32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066"/>
    <w:rsid w:val="000116FF"/>
    <w:rsid w:val="00011819"/>
    <w:rsid w:val="00024FC5"/>
    <w:rsid w:val="00051743"/>
    <w:rsid w:val="0005499B"/>
    <w:rsid w:val="000620FD"/>
    <w:rsid w:val="000759BC"/>
    <w:rsid w:val="00076BEA"/>
    <w:rsid w:val="000779FD"/>
    <w:rsid w:val="00083E14"/>
    <w:rsid w:val="0008659D"/>
    <w:rsid w:val="000A723A"/>
    <w:rsid w:val="000A75A1"/>
    <w:rsid w:val="000B1E0C"/>
    <w:rsid w:val="000C1077"/>
    <w:rsid w:val="000C1AEB"/>
    <w:rsid w:val="000C2288"/>
    <w:rsid w:val="000C491D"/>
    <w:rsid w:val="000D5D0A"/>
    <w:rsid w:val="000E5263"/>
    <w:rsid w:val="000E5F9C"/>
    <w:rsid w:val="000E7565"/>
    <w:rsid w:val="000F3B18"/>
    <w:rsid w:val="000F4768"/>
    <w:rsid w:val="001020FD"/>
    <w:rsid w:val="001129CB"/>
    <w:rsid w:val="00120520"/>
    <w:rsid w:val="00122C91"/>
    <w:rsid w:val="00130F56"/>
    <w:rsid w:val="00133FC5"/>
    <w:rsid w:val="0014014C"/>
    <w:rsid w:val="0014063E"/>
    <w:rsid w:val="0015309E"/>
    <w:rsid w:val="0015670E"/>
    <w:rsid w:val="00163FF9"/>
    <w:rsid w:val="00177287"/>
    <w:rsid w:val="00182E6A"/>
    <w:rsid w:val="00183973"/>
    <w:rsid w:val="001939B6"/>
    <w:rsid w:val="001A55D6"/>
    <w:rsid w:val="001B1353"/>
    <w:rsid w:val="001F799F"/>
    <w:rsid w:val="00202112"/>
    <w:rsid w:val="00203459"/>
    <w:rsid w:val="00204ED6"/>
    <w:rsid w:val="00212AE4"/>
    <w:rsid w:val="002132FF"/>
    <w:rsid w:val="00214732"/>
    <w:rsid w:val="0021722A"/>
    <w:rsid w:val="00221230"/>
    <w:rsid w:val="00226A88"/>
    <w:rsid w:val="0023556B"/>
    <w:rsid w:val="00236845"/>
    <w:rsid w:val="0024001F"/>
    <w:rsid w:val="002405B2"/>
    <w:rsid w:val="00240ACB"/>
    <w:rsid w:val="00252D7A"/>
    <w:rsid w:val="00252EE6"/>
    <w:rsid w:val="0025426B"/>
    <w:rsid w:val="00257535"/>
    <w:rsid w:val="002635FE"/>
    <w:rsid w:val="00270F99"/>
    <w:rsid w:val="0027796C"/>
    <w:rsid w:val="00280DFB"/>
    <w:rsid w:val="00291E64"/>
    <w:rsid w:val="0029742F"/>
    <w:rsid w:val="002A65DA"/>
    <w:rsid w:val="002A69A1"/>
    <w:rsid w:val="002E4B56"/>
    <w:rsid w:val="002F2380"/>
    <w:rsid w:val="002F5A3A"/>
    <w:rsid w:val="00302CAE"/>
    <w:rsid w:val="00303E3A"/>
    <w:rsid w:val="0030761D"/>
    <w:rsid w:val="00312EA1"/>
    <w:rsid w:val="00323477"/>
    <w:rsid w:val="00327A87"/>
    <w:rsid w:val="00327DC1"/>
    <w:rsid w:val="00342688"/>
    <w:rsid w:val="00365D7D"/>
    <w:rsid w:val="003823BE"/>
    <w:rsid w:val="003A2881"/>
    <w:rsid w:val="003A5D4D"/>
    <w:rsid w:val="003A6622"/>
    <w:rsid w:val="003B6724"/>
    <w:rsid w:val="003C4395"/>
    <w:rsid w:val="003D12DD"/>
    <w:rsid w:val="003D30D7"/>
    <w:rsid w:val="003E0DC6"/>
    <w:rsid w:val="003F3B34"/>
    <w:rsid w:val="0040582B"/>
    <w:rsid w:val="00412A16"/>
    <w:rsid w:val="00414864"/>
    <w:rsid w:val="004348BA"/>
    <w:rsid w:val="00440C58"/>
    <w:rsid w:val="00447EC4"/>
    <w:rsid w:val="00453309"/>
    <w:rsid w:val="0045614C"/>
    <w:rsid w:val="00456369"/>
    <w:rsid w:val="00457E1C"/>
    <w:rsid w:val="00471856"/>
    <w:rsid w:val="00473167"/>
    <w:rsid w:val="004810D2"/>
    <w:rsid w:val="00482722"/>
    <w:rsid w:val="00485400"/>
    <w:rsid w:val="004958A0"/>
    <w:rsid w:val="00496224"/>
    <w:rsid w:val="004A11CF"/>
    <w:rsid w:val="004A373F"/>
    <w:rsid w:val="004A5EB6"/>
    <w:rsid w:val="004B3954"/>
    <w:rsid w:val="004C1E8F"/>
    <w:rsid w:val="004D2725"/>
    <w:rsid w:val="004D7F53"/>
    <w:rsid w:val="004D7FE6"/>
    <w:rsid w:val="004E4BC6"/>
    <w:rsid w:val="004F0A8B"/>
    <w:rsid w:val="004F3880"/>
    <w:rsid w:val="00500537"/>
    <w:rsid w:val="00507FE7"/>
    <w:rsid w:val="005121AB"/>
    <w:rsid w:val="00512D97"/>
    <w:rsid w:val="005135B7"/>
    <w:rsid w:val="00530D77"/>
    <w:rsid w:val="00542080"/>
    <w:rsid w:val="005507E3"/>
    <w:rsid w:val="00553966"/>
    <w:rsid w:val="00571789"/>
    <w:rsid w:val="0059067F"/>
    <w:rsid w:val="00590E7A"/>
    <w:rsid w:val="005A6A24"/>
    <w:rsid w:val="005B24A8"/>
    <w:rsid w:val="005B3138"/>
    <w:rsid w:val="005D0806"/>
    <w:rsid w:val="005D62D1"/>
    <w:rsid w:val="005D79C2"/>
    <w:rsid w:val="005E0544"/>
    <w:rsid w:val="005E535D"/>
    <w:rsid w:val="005F76B7"/>
    <w:rsid w:val="006133FE"/>
    <w:rsid w:val="00614D8B"/>
    <w:rsid w:val="00616312"/>
    <w:rsid w:val="0062109A"/>
    <w:rsid w:val="00631BAF"/>
    <w:rsid w:val="00655959"/>
    <w:rsid w:val="00664C84"/>
    <w:rsid w:val="00670F23"/>
    <w:rsid w:val="00696CB4"/>
    <w:rsid w:val="006C0DA4"/>
    <w:rsid w:val="006C10B8"/>
    <w:rsid w:val="006C1CB4"/>
    <w:rsid w:val="006C4A24"/>
    <w:rsid w:val="006E0724"/>
    <w:rsid w:val="006E3191"/>
    <w:rsid w:val="006E5CD2"/>
    <w:rsid w:val="006F0FEF"/>
    <w:rsid w:val="006F22F0"/>
    <w:rsid w:val="00704233"/>
    <w:rsid w:val="00717128"/>
    <w:rsid w:val="00740E2C"/>
    <w:rsid w:val="007444EB"/>
    <w:rsid w:val="00744F89"/>
    <w:rsid w:val="00751298"/>
    <w:rsid w:val="0076644D"/>
    <w:rsid w:val="007702EE"/>
    <w:rsid w:val="00777719"/>
    <w:rsid w:val="007846AE"/>
    <w:rsid w:val="00785CDE"/>
    <w:rsid w:val="007933EE"/>
    <w:rsid w:val="007975FB"/>
    <w:rsid w:val="007A584E"/>
    <w:rsid w:val="007B21F2"/>
    <w:rsid w:val="007C093E"/>
    <w:rsid w:val="007D2A1F"/>
    <w:rsid w:val="007D4468"/>
    <w:rsid w:val="007E07FD"/>
    <w:rsid w:val="007F2994"/>
    <w:rsid w:val="00803C93"/>
    <w:rsid w:val="00804153"/>
    <w:rsid w:val="00805F96"/>
    <w:rsid w:val="0081051C"/>
    <w:rsid w:val="00812CCB"/>
    <w:rsid w:val="008308A8"/>
    <w:rsid w:val="00836495"/>
    <w:rsid w:val="00842DB0"/>
    <w:rsid w:val="008512FB"/>
    <w:rsid w:val="00855187"/>
    <w:rsid w:val="008634CA"/>
    <w:rsid w:val="008712E1"/>
    <w:rsid w:val="00874A15"/>
    <w:rsid w:val="008A0158"/>
    <w:rsid w:val="008A149A"/>
    <w:rsid w:val="008A49D3"/>
    <w:rsid w:val="008A4F1F"/>
    <w:rsid w:val="008A5010"/>
    <w:rsid w:val="008B2B2A"/>
    <w:rsid w:val="008C10D0"/>
    <w:rsid w:val="008C182E"/>
    <w:rsid w:val="008E1B83"/>
    <w:rsid w:val="008F2B44"/>
    <w:rsid w:val="008F704B"/>
    <w:rsid w:val="009001E4"/>
    <w:rsid w:val="009049E6"/>
    <w:rsid w:val="009051B8"/>
    <w:rsid w:val="00910132"/>
    <w:rsid w:val="00912556"/>
    <w:rsid w:val="0091593A"/>
    <w:rsid w:val="00921FF5"/>
    <w:rsid w:val="009225FC"/>
    <w:rsid w:val="009453A9"/>
    <w:rsid w:val="0094640D"/>
    <w:rsid w:val="00947FF8"/>
    <w:rsid w:val="0095181B"/>
    <w:rsid w:val="00953331"/>
    <w:rsid w:val="00955D22"/>
    <w:rsid w:val="00962798"/>
    <w:rsid w:val="0096353E"/>
    <w:rsid w:val="0096790B"/>
    <w:rsid w:val="00970F1E"/>
    <w:rsid w:val="009921C7"/>
    <w:rsid w:val="009B5625"/>
    <w:rsid w:val="009B7EA7"/>
    <w:rsid w:val="009C6100"/>
    <w:rsid w:val="009D0E45"/>
    <w:rsid w:val="009D24E5"/>
    <w:rsid w:val="009D79A9"/>
    <w:rsid w:val="009F0EF9"/>
    <w:rsid w:val="00A00DFD"/>
    <w:rsid w:val="00A10693"/>
    <w:rsid w:val="00A13A41"/>
    <w:rsid w:val="00A23642"/>
    <w:rsid w:val="00A255B6"/>
    <w:rsid w:val="00A33FF9"/>
    <w:rsid w:val="00A34154"/>
    <w:rsid w:val="00A371E8"/>
    <w:rsid w:val="00A524EB"/>
    <w:rsid w:val="00A62F46"/>
    <w:rsid w:val="00A71E23"/>
    <w:rsid w:val="00A71FE9"/>
    <w:rsid w:val="00A734C4"/>
    <w:rsid w:val="00A7655A"/>
    <w:rsid w:val="00A76874"/>
    <w:rsid w:val="00A8380B"/>
    <w:rsid w:val="00A90507"/>
    <w:rsid w:val="00AC1F42"/>
    <w:rsid w:val="00AC4DCA"/>
    <w:rsid w:val="00AC6247"/>
    <w:rsid w:val="00AD1B85"/>
    <w:rsid w:val="00AE5F2A"/>
    <w:rsid w:val="00B05A38"/>
    <w:rsid w:val="00B11F07"/>
    <w:rsid w:val="00B1361A"/>
    <w:rsid w:val="00B176D7"/>
    <w:rsid w:val="00B20E6E"/>
    <w:rsid w:val="00B356CE"/>
    <w:rsid w:val="00B51354"/>
    <w:rsid w:val="00B54CC0"/>
    <w:rsid w:val="00B67FAC"/>
    <w:rsid w:val="00B71B0F"/>
    <w:rsid w:val="00B753DB"/>
    <w:rsid w:val="00B80131"/>
    <w:rsid w:val="00B83A50"/>
    <w:rsid w:val="00B9272E"/>
    <w:rsid w:val="00BA036F"/>
    <w:rsid w:val="00BA550A"/>
    <w:rsid w:val="00BA5C3B"/>
    <w:rsid w:val="00BA7419"/>
    <w:rsid w:val="00BB1B72"/>
    <w:rsid w:val="00BC3377"/>
    <w:rsid w:val="00BC40D2"/>
    <w:rsid w:val="00BD21B8"/>
    <w:rsid w:val="00BE4703"/>
    <w:rsid w:val="00C06D3E"/>
    <w:rsid w:val="00C41EE9"/>
    <w:rsid w:val="00C504F2"/>
    <w:rsid w:val="00C65641"/>
    <w:rsid w:val="00C716FC"/>
    <w:rsid w:val="00C818E5"/>
    <w:rsid w:val="00C84502"/>
    <w:rsid w:val="00CA4B15"/>
    <w:rsid w:val="00CB1021"/>
    <w:rsid w:val="00CB34AD"/>
    <w:rsid w:val="00CC24EE"/>
    <w:rsid w:val="00CC58CB"/>
    <w:rsid w:val="00CC7815"/>
    <w:rsid w:val="00CC7AF1"/>
    <w:rsid w:val="00CD1E8A"/>
    <w:rsid w:val="00CE3D59"/>
    <w:rsid w:val="00CF5BD5"/>
    <w:rsid w:val="00CF75E4"/>
    <w:rsid w:val="00D0102D"/>
    <w:rsid w:val="00D0163F"/>
    <w:rsid w:val="00D053CD"/>
    <w:rsid w:val="00D063A4"/>
    <w:rsid w:val="00D079D8"/>
    <w:rsid w:val="00D109BF"/>
    <w:rsid w:val="00D14C94"/>
    <w:rsid w:val="00D1634E"/>
    <w:rsid w:val="00D3373A"/>
    <w:rsid w:val="00D33FAC"/>
    <w:rsid w:val="00D448F7"/>
    <w:rsid w:val="00D52AF3"/>
    <w:rsid w:val="00D53D6E"/>
    <w:rsid w:val="00D575B3"/>
    <w:rsid w:val="00D637F7"/>
    <w:rsid w:val="00D639BE"/>
    <w:rsid w:val="00D71F0C"/>
    <w:rsid w:val="00D726D8"/>
    <w:rsid w:val="00D77265"/>
    <w:rsid w:val="00D8030F"/>
    <w:rsid w:val="00D8493C"/>
    <w:rsid w:val="00D84DA0"/>
    <w:rsid w:val="00D91BD4"/>
    <w:rsid w:val="00DA6E7D"/>
    <w:rsid w:val="00DB441F"/>
    <w:rsid w:val="00DB66BC"/>
    <w:rsid w:val="00DD396A"/>
    <w:rsid w:val="00DD6264"/>
    <w:rsid w:val="00DE0FF8"/>
    <w:rsid w:val="00DE5147"/>
    <w:rsid w:val="00DF368C"/>
    <w:rsid w:val="00E04097"/>
    <w:rsid w:val="00E20A63"/>
    <w:rsid w:val="00E241A6"/>
    <w:rsid w:val="00E3305D"/>
    <w:rsid w:val="00E37428"/>
    <w:rsid w:val="00E4393B"/>
    <w:rsid w:val="00E5295A"/>
    <w:rsid w:val="00E65E45"/>
    <w:rsid w:val="00E80743"/>
    <w:rsid w:val="00E8470D"/>
    <w:rsid w:val="00E9713D"/>
    <w:rsid w:val="00EA6495"/>
    <w:rsid w:val="00EA7C34"/>
    <w:rsid w:val="00EB1B8F"/>
    <w:rsid w:val="00EB4394"/>
    <w:rsid w:val="00EB4473"/>
    <w:rsid w:val="00EC7EC3"/>
    <w:rsid w:val="00ED0ED5"/>
    <w:rsid w:val="00ED43D4"/>
    <w:rsid w:val="00EE159E"/>
    <w:rsid w:val="00EE419F"/>
    <w:rsid w:val="00EF1066"/>
    <w:rsid w:val="00F13C0B"/>
    <w:rsid w:val="00F14D82"/>
    <w:rsid w:val="00F2150B"/>
    <w:rsid w:val="00F215D1"/>
    <w:rsid w:val="00F25581"/>
    <w:rsid w:val="00F42D31"/>
    <w:rsid w:val="00F446AF"/>
    <w:rsid w:val="00F51E1E"/>
    <w:rsid w:val="00F56814"/>
    <w:rsid w:val="00F672B4"/>
    <w:rsid w:val="00F72C47"/>
    <w:rsid w:val="00F87855"/>
    <w:rsid w:val="00FA372A"/>
    <w:rsid w:val="00FB156B"/>
    <w:rsid w:val="00FC338B"/>
    <w:rsid w:val="00FC484C"/>
    <w:rsid w:val="00FE2850"/>
    <w:rsid w:val="00FF5368"/>
    <w:rsid w:val="0593E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1CE03"/>
  <w15:chartTrackingRefBased/>
  <w15:docId w15:val="{DABB778B-8097-4F6E-94F6-42D0265A4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1361A"/>
    <w:rPr>
      <w:rFonts w:ascii="Spectral" w:hAnsi="Spectral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1361A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6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1361A"/>
    <w:rPr>
      <w:rFonts w:ascii="Spectral" w:eastAsiaTheme="majorEastAsia" w:hAnsi="Spectral" w:cstheme="majorBidi"/>
      <w:b/>
      <w:color w:val="2F5496" w:themeColor="accent1" w:themeShade="BF"/>
      <w:sz w:val="36"/>
      <w:szCs w:val="32"/>
    </w:rPr>
  </w:style>
  <w:style w:type="paragraph" w:styleId="Pis">
    <w:name w:val="header"/>
    <w:basedOn w:val="Normaallaad"/>
    <w:link w:val="PisMrk"/>
    <w:uiPriority w:val="99"/>
    <w:unhideWhenUsed/>
    <w:rsid w:val="00482722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482722"/>
    <w:rPr>
      <w:rFonts w:ascii="Spectral" w:hAnsi="Spectral"/>
    </w:rPr>
  </w:style>
  <w:style w:type="paragraph" w:styleId="Jalus">
    <w:name w:val="footer"/>
    <w:basedOn w:val="Normaallaad"/>
    <w:link w:val="JalusMrk"/>
    <w:uiPriority w:val="99"/>
    <w:unhideWhenUsed/>
    <w:rsid w:val="00482722"/>
    <w:pPr>
      <w:tabs>
        <w:tab w:val="center" w:pos="4680"/>
        <w:tab w:val="right" w:pos="9360"/>
      </w:tabs>
    </w:pPr>
  </w:style>
  <w:style w:type="character" w:customStyle="1" w:styleId="JalusMrk">
    <w:name w:val="Jalus Märk"/>
    <w:basedOn w:val="Liguvaikefont"/>
    <w:link w:val="Jalus"/>
    <w:uiPriority w:val="99"/>
    <w:rsid w:val="00482722"/>
    <w:rPr>
      <w:rFonts w:ascii="Spectral" w:hAnsi="Spectral"/>
    </w:rPr>
  </w:style>
  <w:style w:type="character" w:styleId="Hperlink">
    <w:name w:val="Hyperlink"/>
    <w:basedOn w:val="Liguvaikefont"/>
    <w:uiPriority w:val="99"/>
    <w:unhideWhenUsed/>
    <w:rsid w:val="00962798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14C94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14C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alutagusevald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k\AppData\Local\Microsoft\Windows\INetCache\Content.Outlook\CLIG9EG8\Alutaguse_vald_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0826983-9298-408D-B1D4-63993280F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Alutaguse_vald_C.dotx</Template>
  <TotalTime>34</TotalTime>
  <Pages>1</Pages>
  <Words>215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1464</CharactersWithSpaces>
  <SharedDoc>false</SharedDoc>
  <HLinks>
    <vt:vector size="12" baseType="variant">
      <vt:variant>
        <vt:i4>1835115</vt:i4>
      </vt:variant>
      <vt:variant>
        <vt:i4>0</vt:i4>
      </vt:variant>
      <vt:variant>
        <vt:i4>0</vt:i4>
      </vt:variant>
      <vt:variant>
        <vt:i4>5</vt:i4>
      </vt:variant>
      <vt:variant>
        <vt:lpwstr>mailto:sirje.allikmaa@alutagusevald.ee</vt:lpwstr>
      </vt:variant>
      <vt:variant>
        <vt:lpwstr/>
      </vt:variant>
      <vt:variant>
        <vt:i4>7340110</vt:i4>
      </vt:variant>
      <vt:variant>
        <vt:i4>3</vt:i4>
      </vt:variant>
      <vt:variant>
        <vt:i4>0</vt:i4>
      </vt:variant>
      <vt:variant>
        <vt:i4>5</vt:i4>
      </vt:variant>
      <vt:variant>
        <vt:lpwstr>mailto:info@alutagusevald.ee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Kesküla</dc:creator>
  <cp:keywords/>
  <dc:description/>
  <cp:lastModifiedBy>Sirje Allikmaa</cp:lastModifiedBy>
  <cp:revision>35</cp:revision>
  <cp:lastPrinted>2023-07-26T21:28:00Z</cp:lastPrinted>
  <dcterms:created xsi:type="dcterms:W3CDTF">2025-10-22T07:54:00Z</dcterms:created>
  <dcterms:modified xsi:type="dcterms:W3CDTF">2025-10-22T08:43:00Z</dcterms:modified>
</cp:coreProperties>
</file>